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522B" w:rsidRDefault="008E65A0" w:rsidP="00C1522B">
      <w:pPr>
        <w:jc w:val="left"/>
      </w:pPr>
      <w:r>
        <w:rPr>
          <w:noProof/>
          <w:lang w:eastAsia="fr-FR" w:bidi="ar-SA"/>
        </w:rPr>
        <w:pict>
          <v:rect id="_x0000_s1026" style="position:absolute;margin-left:-3.45pt;margin-top:.35pt;width:450pt;height:152.8pt;z-index:251658240;v-text-anchor:middle" filled="f" strokeweight=".25pt">
            <v:textbox inset="0,0,0,0"/>
          </v:rect>
        </w:pict>
      </w:r>
      <w:r w:rsidR="00C1522B">
        <w:t>While 1</w:t>
      </w:r>
      <w:r w:rsidR="00C1522B">
        <w:sym w:font="Wingdings" w:char="F0E0"/>
      </w:r>
      <w:r w:rsidR="00C1522B">
        <w:t xml:space="preserve"> </w:t>
      </w:r>
    </w:p>
    <w:p w:rsidR="00C1522B" w:rsidRDefault="008375FE" w:rsidP="00C1522B">
      <w:pPr>
        <w:jc w:val="left"/>
      </w:pPr>
      <w:r>
        <w:rPr>
          <w:noProof/>
          <w:lang w:eastAsia="fr-FR" w:bidi="ar-S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8" type="#_x0000_t202" style="position:absolute;margin-left:86.55pt;margin-top:307.45pt;width:58.95pt;height:24.15pt;z-index:251667456;v-text-anchor:middle" filled="f" strokeweight=".25pt">
            <v:textbox inset="0,0,0,0">
              <w:txbxContent>
                <w:p w:rsidR="008375FE" w:rsidRDefault="008375FE">
                  <w:r>
                    <w:t>Partie 4</w:t>
                  </w:r>
                </w:p>
              </w:txbxContent>
            </v:textbox>
          </v:shape>
        </w:pict>
      </w:r>
      <w:r w:rsidR="008E65A0">
        <w:rPr>
          <w:noProof/>
          <w:lang w:eastAsia="fr-FR" w:bidi="ar-SA"/>
        </w:rPr>
        <w:pict>
          <v:shape id="_x0000_s1034" type="#_x0000_t202" style="position:absolute;margin-left:1in;margin-top:224.75pt;width:58.95pt;height:24.15pt;z-index:251665408;v-text-anchor:middle" filled="f" strokeweight=".25pt">
            <v:textbox inset="0,0,0,0">
              <w:txbxContent>
                <w:p w:rsidR="00B33194" w:rsidRDefault="00B33194">
                  <w:r>
                    <w:t>Partie 3</w:t>
                  </w:r>
                </w:p>
              </w:txbxContent>
            </v:textbox>
          </v:shape>
        </w:pict>
      </w:r>
      <w:r w:rsidR="008E65A0">
        <w:rPr>
          <w:noProof/>
          <w:lang w:eastAsia="fr-FR" w:bidi="ar-SA"/>
        </w:rPr>
        <w:pict>
          <v:shape id="_x0000_s1033" type="#_x0000_t202" style="position:absolute;margin-left:1in;margin-top:141.25pt;width:58.95pt;height:24.15pt;z-index:251664384;v-text-anchor:middle" filled="f" strokeweight=".25pt">
            <v:textbox inset="0,0,0,0">
              <w:txbxContent>
                <w:p w:rsidR="00B33194" w:rsidRDefault="00B33194">
                  <w:r>
                    <w:t>Partie 2</w:t>
                  </w:r>
                </w:p>
              </w:txbxContent>
            </v:textbox>
          </v:shape>
        </w:pict>
      </w:r>
      <w:r w:rsidR="008E65A0">
        <w:rPr>
          <w:noProof/>
          <w:lang w:eastAsia="fr-FR" w:bidi="ar-SA"/>
        </w:rPr>
        <w:pict>
          <v:shape id="_x0000_s1032" type="#_x0000_t202" style="position:absolute;margin-left:374.95pt;margin-top:8.75pt;width:58.95pt;height:24.15pt;z-index:251663360;v-text-anchor:middle" filled="f" strokeweight=".25pt">
            <v:textbox inset="0,0,0,0">
              <w:txbxContent>
                <w:p w:rsidR="00B33194" w:rsidRDefault="00B33194">
                  <w:r>
                    <w:t>Partie 1</w:t>
                  </w:r>
                </w:p>
              </w:txbxContent>
            </v:textbox>
          </v:shape>
        </w:pict>
      </w:r>
      <w:r w:rsidR="00C1522B">
        <w:t>0</w:t>
      </w:r>
      <w:r w:rsidR="002F00E3">
        <w:sym w:font="Wingdings" w:char="F0E0"/>
      </w:r>
      <w:r w:rsidR="00C1522B">
        <w:t>A~Z</w:t>
      </w:r>
    </w:p>
    <w:p w:rsidR="00C1522B" w:rsidRDefault="00C1522B" w:rsidP="00C1522B">
      <w:pPr>
        <w:jc w:val="left"/>
      </w:pPr>
      <w:r>
        <w:t>Deg:Fix 2</w:t>
      </w:r>
    </w:p>
    <w:p w:rsidR="00C1522B" w:rsidRDefault="00C1522B" w:rsidP="00C1522B">
      <w:pPr>
        <w:jc w:val="left"/>
      </w:pPr>
      <w:r>
        <w:t>ClrText</w:t>
      </w:r>
    </w:p>
    <w:p w:rsidR="00C1522B" w:rsidRDefault="00C1522B" w:rsidP="00C1522B">
      <w:pPr>
        <w:jc w:val="left"/>
      </w:pPr>
      <w:r>
        <w:t>"VOULEZ-VOUS :"</w:t>
      </w:r>
    </w:p>
    <w:p w:rsidR="00C1522B" w:rsidRDefault="00C1522B" w:rsidP="00C1522B">
      <w:pPr>
        <w:jc w:val="left"/>
      </w:pPr>
      <w:r>
        <w:t>"-EXCENTRER UNE PIECE"</w:t>
      </w:r>
    </w:p>
    <w:p w:rsidR="00C1522B" w:rsidRDefault="00C1522B" w:rsidP="00C1522B">
      <w:pPr>
        <w:jc w:val="left"/>
      </w:pPr>
      <w:r>
        <w:t>"AVEC UNE CALE  (F1),"</w:t>
      </w:r>
    </w:p>
    <w:p w:rsidR="00C1522B" w:rsidRDefault="00C1522B" w:rsidP="00C1522B">
      <w:pPr>
        <w:jc w:val="left"/>
      </w:pPr>
      <w:r>
        <w:t>"-EXCENTRER UNE PIECE"</w:t>
      </w:r>
    </w:p>
    <w:p w:rsidR="00C1522B" w:rsidRDefault="00C1522B" w:rsidP="00C1522B">
      <w:pPr>
        <w:jc w:val="left"/>
      </w:pPr>
      <w:r>
        <w:t>"AVEC DEUX C</w:t>
      </w:r>
      <w:r w:rsidR="002A544C">
        <w:t>ALES (F2),-CORRIGER L'EXCENTRA-TION</w:t>
      </w:r>
      <w:r w:rsidR="002F00E3">
        <w:t xml:space="preserve"> </w:t>
      </w:r>
      <w:r w:rsidR="002A544C">
        <w:t>DU MANDRIN  (F3)</w:t>
      </w:r>
      <w:r>
        <w:t>?"</w:t>
      </w:r>
    </w:p>
    <w:p w:rsidR="00C1522B" w:rsidRDefault="00C1522B" w:rsidP="00C1522B">
      <w:pPr>
        <w:jc w:val="left"/>
      </w:pPr>
      <w:r>
        <w:t>Do:GetKey</w:t>
      </w:r>
      <w:r>
        <w:sym w:font="Wingdings" w:char="F0E0"/>
      </w:r>
      <w:r>
        <w:t>G</w:t>
      </w:r>
    </w:p>
    <w:p w:rsidR="00C1522B" w:rsidRDefault="00C1522B" w:rsidP="00690F80">
      <w:pPr>
        <w:spacing w:line="300" w:lineRule="exact"/>
        <w:jc w:val="left"/>
      </w:pPr>
      <w:r>
        <w:t>LpWhile G</w:t>
      </w:r>
      <w:r w:rsidR="00D90E5B">
        <w:rPr>
          <w:rFonts w:ascii="Symath_IV50" w:hAnsi="Symath_IV50" w:cs="Symath_IV50"/>
        </w:rPr>
        <w:t>K</w:t>
      </w:r>
      <w:r>
        <w:t>79 And G</w:t>
      </w:r>
      <w:r w:rsidR="00D90E5B">
        <w:rPr>
          <w:rFonts w:ascii="Symath_IV50" w:hAnsi="Symath_IV50" w:cs="Symath_IV50"/>
        </w:rPr>
        <w:t>K</w:t>
      </w:r>
      <w:r>
        <w:t>69 And G</w:t>
      </w:r>
      <w:r w:rsidR="00D90E5B">
        <w:rPr>
          <w:rFonts w:ascii="Symath_IV50" w:hAnsi="Symath_IV50" w:cs="Symath_IV50"/>
        </w:rPr>
        <w:t>K</w:t>
      </w:r>
      <w:r>
        <w:t>59</w:t>
      </w:r>
    </w:p>
    <w:p w:rsidR="00C1522B" w:rsidRDefault="008E65A0" w:rsidP="00C1522B">
      <w:pPr>
        <w:jc w:val="left"/>
      </w:pPr>
      <w:r>
        <w:rPr>
          <w:noProof/>
          <w:lang w:eastAsia="fr-FR" w:bidi="ar-SA"/>
        </w:rPr>
        <w:pict>
          <v:rect id="_x0000_s1027" style="position:absolute;margin-left:-3.45pt;margin-top:.15pt;width:136.7pt;height:82.75pt;z-index:251659264;v-text-anchor:middle" filled="f" strokeweight=".25pt">
            <v:textbox inset="0,0,0,0"/>
          </v:rect>
        </w:pict>
      </w:r>
      <w:r w:rsidR="00C1522B">
        <w:t>If G=79</w:t>
      </w:r>
    </w:p>
    <w:p w:rsidR="00C1522B" w:rsidRDefault="00C1522B" w:rsidP="00C1522B">
      <w:pPr>
        <w:jc w:val="left"/>
      </w:pPr>
      <w:r>
        <w:t>Then 60</w:t>
      </w:r>
      <w:r>
        <w:sym w:font="Wingdings" w:char="F0E0"/>
      </w:r>
      <w:r>
        <w:t>A</w:t>
      </w:r>
    </w:p>
    <w:p w:rsidR="00C1522B" w:rsidRDefault="00C1522B" w:rsidP="00C1522B">
      <w:pPr>
        <w:jc w:val="left"/>
      </w:pPr>
      <w:r>
        <w:t>ClrText</w:t>
      </w:r>
    </w:p>
    <w:p w:rsidR="00C1522B" w:rsidRDefault="00C1522B" w:rsidP="00C1522B">
      <w:pPr>
        <w:jc w:val="left"/>
      </w:pPr>
      <w:r>
        <w:t>"Donnez :"</w:t>
      </w:r>
    </w:p>
    <w:p w:rsidR="00C1522B" w:rsidRDefault="00C1522B" w:rsidP="00C1522B">
      <w:pPr>
        <w:jc w:val="left"/>
      </w:pPr>
      <w:r>
        <w:t xml:space="preserve">"Le </w:t>
      </w:r>
      <w:proofErr w:type="spellStart"/>
      <w:r>
        <w:t>diametre</w:t>
      </w:r>
      <w:proofErr w:type="spellEnd"/>
      <w:r>
        <w:t xml:space="preserve"> "?</w:t>
      </w:r>
      <w:r>
        <w:sym w:font="Wingdings" w:char="F0E0"/>
      </w:r>
      <w:r>
        <w:t>D</w:t>
      </w:r>
    </w:p>
    <w:p w:rsidR="00C1522B" w:rsidRDefault="00C1522B" w:rsidP="00C1522B">
      <w:pPr>
        <w:jc w:val="left"/>
      </w:pPr>
      <w:r>
        <w:t>"L'excentration "?</w:t>
      </w:r>
      <w:r>
        <w:sym w:font="Wingdings" w:char="F0E0"/>
      </w:r>
      <w:r>
        <w:t>E</w:t>
      </w:r>
    </w:p>
    <w:p w:rsidR="00C1522B" w:rsidRDefault="008E65A0" w:rsidP="00C1522B">
      <w:pPr>
        <w:jc w:val="left"/>
      </w:pPr>
      <w:r>
        <w:rPr>
          <w:noProof/>
          <w:lang w:eastAsia="fr-FR" w:bidi="ar-SA"/>
        </w:rPr>
        <w:pict>
          <v:rect id="_x0000_s1028" style="position:absolute;margin-left:-3.45pt;margin-top:.1pt;width:136.7pt;height:83.1pt;z-index:251660288;v-text-anchor:middle" filled="f" strokeweight=".25pt">
            <v:textbox inset="0,0,0,0"/>
          </v:rect>
        </w:pict>
      </w:r>
      <w:r w:rsidR="002F00E3">
        <w:t xml:space="preserve">Else </w:t>
      </w:r>
      <w:r w:rsidR="00C1522B">
        <w:t>If G=69</w:t>
      </w:r>
    </w:p>
    <w:p w:rsidR="00C1522B" w:rsidRDefault="00C1522B" w:rsidP="00C1522B">
      <w:pPr>
        <w:jc w:val="left"/>
      </w:pPr>
      <w:r>
        <w:t>Then 0</w:t>
      </w:r>
      <w:r>
        <w:sym w:font="Wingdings" w:char="F0E0"/>
      </w:r>
      <w:r>
        <w:t xml:space="preserve">A </w:t>
      </w:r>
    </w:p>
    <w:p w:rsidR="00C1522B" w:rsidRDefault="00C1522B" w:rsidP="00C1522B">
      <w:pPr>
        <w:jc w:val="left"/>
      </w:pPr>
      <w:r>
        <w:t>ClrText</w:t>
      </w:r>
    </w:p>
    <w:p w:rsidR="00C1522B" w:rsidRDefault="00C1522B" w:rsidP="00C1522B">
      <w:pPr>
        <w:jc w:val="left"/>
      </w:pPr>
      <w:r>
        <w:t>"Donnez :"</w:t>
      </w:r>
    </w:p>
    <w:p w:rsidR="00C1522B" w:rsidRDefault="00C1522B" w:rsidP="00C1522B">
      <w:pPr>
        <w:jc w:val="left"/>
      </w:pPr>
      <w:r>
        <w:t xml:space="preserve">"Le </w:t>
      </w:r>
      <w:proofErr w:type="spellStart"/>
      <w:r>
        <w:t>diametre</w:t>
      </w:r>
      <w:proofErr w:type="spellEnd"/>
      <w:r>
        <w:t xml:space="preserve"> "?</w:t>
      </w:r>
      <w:r>
        <w:sym w:font="Wingdings" w:char="F0E0"/>
      </w:r>
      <w:r>
        <w:t>D</w:t>
      </w:r>
    </w:p>
    <w:p w:rsidR="00C1522B" w:rsidRDefault="00C1522B" w:rsidP="00C1522B">
      <w:pPr>
        <w:jc w:val="left"/>
      </w:pPr>
      <w:r>
        <w:t>"L'excentration "?</w:t>
      </w:r>
      <w:r>
        <w:sym w:font="Wingdings" w:char="F0E0"/>
      </w:r>
      <w:r>
        <w:t>E</w:t>
      </w:r>
    </w:p>
    <w:p w:rsidR="00C1522B" w:rsidRDefault="008E65A0" w:rsidP="00C1522B">
      <w:pPr>
        <w:jc w:val="left"/>
      </w:pPr>
      <w:r>
        <w:rPr>
          <w:noProof/>
          <w:lang w:eastAsia="fr-FR" w:bidi="ar-SA"/>
        </w:rPr>
        <w:pict>
          <v:rect id="_x0000_s1029" style="position:absolute;margin-left:-3.45pt;margin-top:.45pt;width:151.65pt;height:83.1pt;z-index:251661312;v-text-anchor:middle" filled="f" strokeweight=".25pt">
            <v:textbox inset="0,0,0,0"/>
          </v:rect>
        </w:pict>
      </w:r>
      <w:r w:rsidR="002A544C">
        <w:t xml:space="preserve">Else </w:t>
      </w:r>
      <w:r w:rsidR="00C1522B">
        <w:t>ClrText</w:t>
      </w:r>
    </w:p>
    <w:p w:rsidR="00C1522B" w:rsidRDefault="00C1522B" w:rsidP="00C1522B">
      <w:pPr>
        <w:jc w:val="left"/>
      </w:pPr>
      <w:r>
        <w:t>"Donnez :"</w:t>
      </w:r>
    </w:p>
    <w:p w:rsidR="00C1522B" w:rsidRDefault="00C1522B" w:rsidP="00C1522B">
      <w:pPr>
        <w:tabs>
          <w:tab w:val="left" w:pos="5954"/>
        </w:tabs>
        <w:jc w:val="left"/>
      </w:pPr>
      <w:r>
        <w:t xml:space="preserve">"Le </w:t>
      </w:r>
      <w:proofErr w:type="spellStart"/>
      <w:r>
        <w:t>diametre</w:t>
      </w:r>
      <w:proofErr w:type="spellEnd"/>
      <w:r>
        <w:t xml:space="preserve"> "?</w:t>
      </w:r>
      <w:r>
        <w:sym w:font="Wingdings" w:char="F0E0"/>
      </w:r>
      <w:r>
        <w:t>D</w:t>
      </w:r>
    </w:p>
    <w:p w:rsidR="00C1522B" w:rsidRDefault="00C1522B" w:rsidP="00C1522B">
      <w:pPr>
        <w:jc w:val="left"/>
      </w:pPr>
      <w:r>
        <w:t>"Le mini "?</w:t>
      </w:r>
      <w:r>
        <w:sym w:font="Wingdings" w:char="F0E0"/>
      </w:r>
      <w:r>
        <w:t>M</w:t>
      </w:r>
    </w:p>
    <w:p w:rsidR="00C1522B" w:rsidRDefault="00C1522B" w:rsidP="00C1522B">
      <w:pPr>
        <w:jc w:val="left"/>
      </w:pPr>
      <w:r>
        <w:t>"Le maxi "?</w:t>
      </w:r>
      <w:r>
        <w:sym w:font="Wingdings" w:char="F0E0"/>
      </w:r>
      <w:r>
        <w:t>X</w:t>
      </w:r>
    </w:p>
    <w:p w:rsidR="00C1522B" w:rsidRDefault="00C1522B" w:rsidP="00C1522B">
      <w:pPr>
        <w:jc w:val="left"/>
      </w:pPr>
      <w:r>
        <w:t xml:space="preserve">"L'angle (en </w:t>
      </w:r>
      <w:proofErr w:type="spellStart"/>
      <w:r>
        <w:t>degres</w:t>
      </w:r>
      <w:proofErr w:type="spellEnd"/>
      <w:r>
        <w:t>) "?</w:t>
      </w:r>
      <w:r>
        <w:sym w:font="Wingdings" w:char="F0E0"/>
      </w:r>
      <w:r>
        <w:t>A</w:t>
      </w:r>
    </w:p>
    <w:p w:rsidR="002A544C" w:rsidRDefault="002A544C" w:rsidP="00C1522B">
      <w:pPr>
        <w:jc w:val="left"/>
      </w:pPr>
      <w:r>
        <w:t>IfEnd</w:t>
      </w:r>
    </w:p>
    <w:p w:rsidR="00C1522B" w:rsidRDefault="00C1522B" w:rsidP="00C1522B">
      <w:pPr>
        <w:jc w:val="left"/>
      </w:pPr>
      <w:r>
        <w:t>IfEnd</w:t>
      </w:r>
    </w:p>
    <w:p w:rsidR="00C1522B" w:rsidRDefault="00C1522B" w:rsidP="00C1522B">
      <w:pPr>
        <w:jc w:val="left"/>
      </w:pPr>
      <w:r>
        <w:t>X-M</w:t>
      </w:r>
      <w:r>
        <w:sym w:font="Wingdings" w:char="F0E0"/>
      </w:r>
      <w:r>
        <w:t>E</w:t>
      </w:r>
    </w:p>
    <w:p w:rsidR="00C1522B" w:rsidRDefault="00C1522B" w:rsidP="00C1522B">
      <w:pPr>
        <w:jc w:val="left"/>
      </w:pPr>
      <w:r>
        <w:t>2Esin (A+30)</w:t>
      </w:r>
      <w:r w:rsidRPr="00C1522B">
        <w:t xml:space="preserve"> </w:t>
      </w:r>
      <w:r>
        <w:sym w:font="Wingdings" w:char="F0E0"/>
      </w:r>
      <w:r>
        <w:t>F</w:t>
      </w:r>
    </w:p>
    <w:p w:rsidR="00C1522B" w:rsidRDefault="00C1522B" w:rsidP="00C1522B">
      <w:pPr>
        <w:jc w:val="left"/>
      </w:pPr>
      <w:r>
        <w:t>2Esin (30-A)</w:t>
      </w:r>
      <w:r w:rsidRPr="00C1522B">
        <w:t xml:space="preserve"> </w:t>
      </w:r>
      <w:r>
        <w:sym w:font="Wingdings" w:char="F0E0"/>
      </w:r>
      <w:r>
        <w:t>H</w:t>
      </w:r>
    </w:p>
    <w:p w:rsidR="00C1522B" w:rsidRDefault="00C1522B" w:rsidP="00C1522B">
      <w:pPr>
        <w:jc w:val="left"/>
      </w:pPr>
      <w:r>
        <w:t>EE-DD</w:t>
      </w:r>
      <w:r>
        <w:sym w:font="Wingdings" w:char="F0E0"/>
      </w:r>
      <w:r>
        <w:t>I</w:t>
      </w:r>
    </w:p>
    <w:p w:rsidR="00C1522B" w:rsidRDefault="00C1522B" w:rsidP="002F00E3">
      <w:pPr>
        <w:spacing w:line="300" w:lineRule="exact"/>
        <w:jc w:val="left"/>
      </w:pPr>
      <w:r>
        <w:t>(</w:t>
      </w:r>
      <w:proofErr w:type="spellStart"/>
      <w:r>
        <w:t>Ecos</w:t>
      </w:r>
      <w:proofErr w:type="spellEnd"/>
      <w:r>
        <w:t xml:space="preserve"> A+</w:t>
      </w:r>
      <w:proofErr w:type="gramStart"/>
      <w:r w:rsidR="002F00E3">
        <w:rPr>
          <w:rFonts w:ascii="Symath_IV50" w:hAnsi="Symath_IV50" w:cs="Symath_IV50"/>
        </w:rPr>
        <w:t>S</w:t>
      </w:r>
      <w:r>
        <w:t>(</w:t>
      </w:r>
      <w:proofErr w:type="gramEnd"/>
      <w:r>
        <w:t>DD/4-</w:t>
      </w:r>
      <w:proofErr w:type="spellStart"/>
      <w:r>
        <w:t>EEsin</w:t>
      </w:r>
      <w:proofErr w:type="spellEnd"/>
      <w:r>
        <w:t xml:space="preserve"> A</w:t>
      </w:r>
      <w:r w:rsidR="002F00E3" w:rsidRPr="002F00E3">
        <w:t xml:space="preserve"> </w:t>
      </w:r>
      <w:r w:rsidR="002F00E3">
        <w:t>sin A</w:t>
      </w:r>
      <w:r>
        <w:t xml:space="preserve"> /4)-D)/2</w:t>
      </w:r>
      <w:r>
        <w:sym w:font="Wingdings" w:char="F0E0"/>
      </w:r>
      <w:r>
        <w:t>J</w:t>
      </w:r>
    </w:p>
    <w:p w:rsidR="00C1522B" w:rsidRDefault="00C1522B" w:rsidP="002F00E3">
      <w:pPr>
        <w:spacing w:line="300" w:lineRule="exact"/>
        <w:jc w:val="left"/>
      </w:pPr>
      <w:r>
        <w:t>(-F+</w:t>
      </w:r>
      <w:proofErr w:type="gramStart"/>
      <w:r w:rsidR="002F00E3">
        <w:rPr>
          <w:rFonts w:ascii="Symath_IV50" w:hAnsi="Symath_IV50" w:cs="Symath_IV50"/>
        </w:rPr>
        <w:t>S</w:t>
      </w:r>
      <w:r>
        <w:t>(</w:t>
      </w:r>
      <w:proofErr w:type="gramEnd"/>
      <w:r>
        <w:t>FF-I)-D)/2</w:t>
      </w:r>
      <w:r>
        <w:sym w:font="Wingdings" w:char="F0E0"/>
      </w:r>
      <w:r>
        <w:t>K</w:t>
      </w:r>
    </w:p>
    <w:p w:rsidR="00C1522B" w:rsidRDefault="00C1522B" w:rsidP="002F00E3">
      <w:pPr>
        <w:spacing w:line="300" w:lineRule="exact"/>
        <w:jc w:val="left"/>
      </w:pPr>
      <w:r>
        <w:t>(-H+</w:t>
      </w:r>
      <w:proofErr w:type="gramStart"/>
      <w:r w:rsidR="002F00E3">
        <w:rPr>
          <w:rFonts w:ascii="Symath_IV50" w:hAnsi="Symath_IV50" w:cs="Symath_IV50"/>
        </w:rPr>
        <w:t>S</w:t>
      </w:r>
      <w:r>
        <w:t>(</w:t>
      </w:r>
      <w:proofErr w:type="gramEnd"/>
      <w:r>
        <w:t>HH-I)-D)/2</w:t>
      </w:r>
      <w:r>
        <w:sym w:font="Wingdings" w:char="F0E0"/>
      </w:r>
      <w:r>
        <w:t>L</w:t>
      </w:r>
    </w:p>
    <w:p w:rsidR="00C1522B" w:rsidRDefault="00C1522B" w:rsidP="00C1522B">
      <w:pPr>
        <w:jc w:val="left"/>
      </w:pPr>
      <w:r>
        <w:t>If J&lt;K</w:t>
      </w:r>
    </w:p>
    <w:p w:rsidR="00C1522B" w:rsidRDefault="00C1522B" w:rsidP="00C1522B">
      <w:pPr>
        <w:jc w:val="left"/>
      </w:pPr>
      <w:r>
        <w:t>Then J</w:t>
      </w:r>
      <w:r>
        <w:sym w:font="Wingdings" w:char="F0E0"/>
      </w:r>
      <w:r>
        <w:t>Q</w:t>
      </w:r>
    </w:p>
    <w:p w:rsidR="00C1522B" w:rsidRDefault="00C1522B" w:rsidP="00C1522B">
      <w:pPr>
        <w:jc w:val="left"/>
      </w:pPr>
      <w:r>
        <w:t>Else If K&lt;L</w:t>
      </w:r>
    </w:p>
    <w:p w:rsidR="00C1522B" w:rsidRDefault="00C1522B" w:rsidP="00C1522B">
      <w:pPr>
        <w:jc w:val="left"/>
      </w:pPr>
      <w:r>
        <w:t>Then K</w:t>
      </w:r>
      <w:r>
        <w:sym w:font="Wingdings" w:char="F0E0"/>
      </w:r>
      <w:r>
        <w:t>Q</w:t>
      </w:r>
    </w:p>
    <w:p w:rsidR="00C1522B" w:rsidRDefault="00C1522B" w:rsidP="00C1522B">
      <w:pPr>
        <w:jc w:val="left"/>
      </w:pPr>
      <w:r>
        <w:t>Else L</w:t>
      </w:r>
      <w:r>
        <w:sym w:font="Wingdings" w:char="F0E0"/>
      </w:r>
      <w:r>
        <w:t>Q</w:t>
      </w:r>
    </w:p>
    <w:p w:rsidR="00C1522B" w:rsidRDefault="00C1522B" w:rsidP="00C1522B">
      <w:pPr>
        <w:jc w:val="left"/>
      </w:pPr>
      <w:r>
        <w:t>IfEnd</w:t>
      </w:r>
    </w:p>
    <w:p w:rsidR="00C1522B" w:rsidRDefault="00C1522B" w:rsidP="00C1522B">
      <w:pPr>
        <w:jc w:val="left"/>
      </w:pPr>
      <w:r>
        <w:t>IfEnd</w:t>
      </w:r>
    </w:p>
    <w:p w:rsidR="00C1522B" w:rsidRDefault="00C1522B" w:rsidP="00C1522B">
      <w:pPr>
        <w:jc w:val="left"/>
      </w:pPr>
      <w:r>
        <w:t>J-Q</w:t>
      </w:r>
      <w:r>
        <w:sym w:font="Wingdings" w:char="F0E0"/>
      </w:r>
      <w:r>
        <w:t>J</w:t>
      </w:r>
    </w:p>
    <w:p w:rsidR="00C1522B" w:rsidRDefault="00C1522B" w:rsidP="00C1522B">
      <w:pPr>
        <w:jc w:val="left"/>
      </w:pPr>
      <w:r>
        <w:t>K-Q</w:t>
      </w:r>
      <w:r>
        <w:sym w:font="Wingdings" w:char="F0E0"/>
      </w:r>
      <w:r>
        <w:t>K</w:t>
      </w:r>
    </w:p>
    <w:p w:rsidR="00C1522B" w:rsidRDefault="00C1522B" w:rsidP="00C1522B">
      <w:pPr>
        <w:jc w:val="left"/>
      </w:pPr>
      <w:r>
        <w:t>L-Q</w:t>
      </w:r>
      <w:r>
        <w:sym w:font="Wingdings" w:char="F0E0"/>
      </w:r>
      <w:r>
        <w:t>L</w:t>
      </w:r>
    </w:p>
    <w:p w:rsidR="00C1522B" w:rsidRDefault="00C1522B" w:rsidP="00C1522B">
      <w:pPr>
        <w:jc w:val="left"/>
      </w:pPr>
      <w:r>
        <w:t>ClrText</w:t>
      </w:r>
    </w:p>
    <w:p w:rsidR="00C1522B" w:rsidRDefault="00C1522B" w:rsidP="00C1522B">
      <w:pPr>
        <w:jc w:val="left"/>
      </w:pPr>
      <w:r>
        <w:t>"Il vous faut :"</w:t>
      </w:r>
    </w:p>
    <w:p w:rsidR="00C1522B" w:rsidRDefault="00C1522B" w:rsidP="00C1522B">
      <w:pPr>
        <w:jc w:val="left"/>
      </w:pPr>
      <w:r>
        <w:t>If G=79</w:t>
      </w:r>
    </w:p>
    <w:p w:rsidR="00C1522B" w:rsidRDefault="00C1522B" w:rsidP="00C1522B">
      <w:pPr>
        <w:jc w:val="left"/>
      </w:pPr>
      <w:r>
        <w:t>Then Locate 1,2,"une cale de ":Locate 13</w:t>
      </w:r>
      <w:proofErr w:type="gramStart"/>
      <w:r>
        <w:t>,2,J:Locate</w:t>
      </w:r>
      <w:proofErr w:type="gramEnd"/>
      <w:r>
        <w:t xml:space="preserve"> 18,2,"mm"</w:t>
      </w:r>
    </w:p>
    <w:p w:rsidR="00C1522B" w:rsidRDefault="00C1522B" w:rsidP="00C1522B">
      <w:pPr>
        <w:jc w:val="left"/>
      </w:pPr>
      <w:r>
        <w:t>Locate 1,3,"sous un mors."</w:t>
      </w:r>
    </w:p>
    <w:p w:rsidR="00C1522B" w:rsidRDefault="002F00E3" w:rsidP="00C1522B">
      <w:pPr>
        <w:jc w:val="left"/>
      </w:pPr>
      <w:r>
        <w:t xml:space="preserve">Else </w:t>
      </w:r>
      <w:r w:rsidR="00C1522B">
        <w:t>If G=69</w:t>
      </w:r>
    </w:p>
    <w:p w:rsidR="00C1522B" w:rsidRDefault="00C1522B" w:rsidP="00C1522B">
      <w:pPr>
        <w:jc w:val="left"/>
      </w:pPr>
      <w:r>
        <w:t>Then Locate 1,2,"deux cales de ":Locate 15</w:t>
      </w:r>
      <w:proofErr w:type="gramStart"/>
      <w:r>
        <w:t>,2,J:Locate</w:t>
      </w:r>
      <w:proofErr w:type="gramEnd"/>
      <w:r>
        <w:t xml:space="preserve"> 20,2,"mm"</w:t>
      </w:r>
    </w:p>
    <w:p w:rsidR="00C1522B" w:rsidRDefault="00C1522B" w:rsidP="00C1522B">
      <w:pPr>
        <w:jc w:val="left"/>
      </w:pPr>
      <w:r>
        <w:t>Locate 1,3,"sous deux mors."</w:t>
      </w:r>
    </w:p>
    <w:p w:rsidR="00C1522B" w:rsidRDefault="002F00E3" w:rsidP="00C1522B">
      <w:pPr>
        <w:jc w:val="left"/>
      </w:pPr>
      <w:r>
        <w:t xml:space="preserve">Else </w:t>
      </w:r>
      <w:r w:rsidR="00C1522B">
        <w:t>Locate 1,2,"une cale de ":Locate 13</w:t>
      </w:r>
      <w:proofErr w:type="gramStart"/>
      <w:r w:rsidR="00C1522B">
        <w:t>,2,J:Locate</w:t>
      </w:r>
      <w:proofErr w:type="gramEnd"/>
      <w:r w:rsidR="00C1522B">
        <w:t xml:space="preserve"> 18,2,"mm"</w:t>
      </w:r>
    </w:p>
    <w:p w:rsidR="00C1522B" w:rsidRDefault="00C1522B" w:rsidP="00C1522B">
      <w:pPr>
        <w:jc w:val="left"/>
      </w:pPr>
      <w:r>
        <w:lastRenderedPageBreak/>
        <w:t>Locate 1,3,"sous le mors1 (haut)."</w:t>
      </w:r>
    </w:p>
    <w:p w:rsidR="00C1522B" w:rsidRDefault="00C1522B" w:rsidP="00C1522B">
      <w:pPr>
        <w:jc w:val="left"/>
      </w:pPr>
      <w:r>
        <w:t>Locate 1,4,"une cale de ":Locate 13</w:t>
      </w:r>
      <w:proofErr w:type="gramStart"/>
      <w:r>
        <w:t>,4,K:Locate</w:t>
      </w:r>
      <w:proofErr w:type="gramEnd"/>
      <w:r>
        <w:t xml:space="preserve"> 18,4,"mm"</w:t>
      </w:r>
    </w:p>
    <w:p w:rsidR="00C1522B" w:rsidRDefault="00C1522B" w:rsidP="00C1522B">
      <w:pPr>
        <w:jc w:val="left"/>
      </w:pPr>
      <w:r>
        <w:t>Locate 1,5,"sous le mors2 (</w:t>
      </w:r>
      <w:proofErr w:type="spellStart"/>
      <w:r>
        <w:t>AVbas</w:t>
      </w:r>
      <w:proofErr w:type="spellEnd"/>
      <w:r>
        <w:t>)."</w:t>
      </w:r>
    </w:p>
    <w:p w:rsidR="00C1522B" w:rsidRDefault="00C1522B" w:rsidP="00C1522B">
      <w:pPr>
        <w:jc w:val="left"/>
      </w:pPr>
      <w:r>
        <w:t>Locate 1,6,"une cale de ":Locate 13</w:t>
      </w:r>
      <w:proofErr w:type="gramStart"/>
      <w:r>
        <w:t>,6,L:Locate</w:t>
      </w:r>
      <w:proofErr w:type="gramEnd"/>
      <w:r>
        <w:t xml:space="preserve"> 18,6,"mm"</w:t>
      </w:r>
    </w:p>
    <w:p w:rsidR="00C1522B" w:rsidRDefault="00C1522B" w:rsidP="00C1522B">
      <w:pPr>
        <w:jc w:val="left"/>
      </w:pPr>
      <w:r>
        <w:t>Locate 1,7,"sous le mors3 (</w:t>
      </w:r>
      <w:proofErr w:type="spellStart"/>
      <w:r>
        <w:t>ARbas</w:t>
      </w:r>
      <w:proofErr w:type="spellEnd"/>
      <w:r>
        <w:t>)."</w:t>
      </w:r>
    </w:p>
    <w:p w:rsidR="00C1522B" w:rsidRDefault="00C1522B" w:rsidP="00C1522B">
      <w:pPr>
        <w:jc w:val="left"/>
      </w:pPr>
      <w:r>
        <w:t>IfEnd</w:t>
      </w:r>
    </w:p>
    <w:p w:rsidR="002F00E3" w:rsidRDefault="002F00E3" w:rsidP="00C1522B">
      <w:pPr>
        <w:jc w:val="left"/>
      </w:pPr>
      <w:r>
        <w:t>IfEnd</w:t>
      </w:r>
    </w:p>
    <w:p w:rsidR="00C1522B" w:rsidRDefault="00C1522B" w:rsidP="00C1522B">
      <w:pPr>
        <w:jc w:val="left"/>
      </w:pPr>
      <w:r>
        <w:t>Break</w:t>
      </w:r>
    </w:p>
    <w:p w:rsidR="00FA2C82" w:rsidRDefault="00C1522B" w:rsidP="00C1522B">
      <w:pPr>
        <w:jc w:val="left"/>
      </w:pPr>
      <w:r>
        <w:t>WhileEnd</w:t>
      </w:r>
    </w:p>
    <w:p w:rsidR="00B33194" w:rsidRDefault="00B33194" w:rsidP="00C1522B">
      <w:pPr>
        <w:jc w:val="left"/>
      </w:pPr>
    </w:p>
    <w:p w:rsidR="00B33194" w:rsidRDefault="00B33194" w:rsidP="00C1522B">
      <w:pPr>
        <w:jc w:val="left"/>
      </w:pPr>
    </w:p>
    <w:p w:rsidR="00B33194" w:rsidRDefault="00B33194" w:rsidP="00C1522B">
      <w:pPr>
        <w:jc w:val="left"/>
      </w:pPr>
    </w:p>
    <w:p w:rsidR="00B33194" w:rsidRDefault="008E65A0" w:rsidP="00C1522B">
      <w:pPr>
        <w:jc w:val="left"/>
      </w:pPr>
      <w:r>
        <w:rPr>
          <w:noProof/>
          <w:lang w:eastAsia="fr-FR" w:bidi="ar-SA"/>
        </w:rPr>
        <w:pict>
          <v:shape id="_x0000_s1035" type="#_x0000_t202" style="position:absolute;margin-left:139pt;margin-top:13.2pt;width:70.05pt;height:43.3pt;z-index:251666432;v-text-anchor:middle" filled="f" strokeweight=".25pt">
            <v:textbox inset="0,0,0,0">
              <w:txbxContent>
                <w:p w:rsidR="00B33194" w:rsidRDefault="00B33194">
                  <w:r>
                    <w:t>Programme de test des boucles</w:t>
                  </w:r>
                </w:p>
              </w:txbxContent>
            </v:textbox>
          </v:shape>
        </w:pict>
      </w:r>
      <w:r>
        <w:rPr>
          <w:noProof/>
          <w:lang w:eastAsia="fr-FR" w:bidi="ar-SA"/>
        </w:rPr>
        <w:pict>
          <v:rect id="_x0000_s1031" style="position:absolute;margin-left:-5pt;margin-top:11.3pt;width:216.4pt;height:326.7pt;z-index:251662336;v-text-anchor:middle" filled="f" strokeweight=".25pt">
            <v:textbox inset="0,0,0,0"/>
          </v:rect>
        </w:pict>
      </w:r>
    </w:p>
    <w:p w:rsidR="00B33194" w:rsidRDefault="00B33194" w:rsidP="00B33194">
      <w:pPr>
        <w:jc w:val="left"/>
      </w:pPr>
      <w:r>
        <w:t>While 1</w:t>
      </w:r>
      <w:r>
        <w:sym w:font="Wingdings" w:char="F0E0"/>
      </w:r>
      <w:r>
        <w:t xml:space="preserve"> </w:t>
      </w:r>
    </w:p>
    <w:p w:rsidR="00B33194" w:rsidRDefault="00B33194" w:rsidP="00B33194">
      <w:pPr>
        <w:jc w:val="left"/>
      </w:pPr>
      <w:r>
        <w:t>ClrText</w:t>
      </w:r>
    </w:p>
    <w:p w:rsidR="00B33194" w:rsidRDefault="00B33194" w:rsidP="00B33194">
      <w:pPr>
        <w:jc w:val="left"/>
      </w:pPr>
      <w:r>
        <w:t>"VOULEZ-VOUS :"</w:t>
      </w:r>
    </w:p>
    <w:p w:rsidR="00B33194" w:rsidRDefault="00B33194" w:rsidP="00B33194">
      <w:pPr>
        <w:jc w:val="left"/>
      </w:pPr>
      <w:r>
        <w:t>"        (F1),"</w:t>
      </w:r>
    </w:p>
    <w:p w:rsidR="00B33194" w:rsidRDefault="00B33194" w:rsidP="00B33194">
      <w:pPr>
        <w:jc w:val="left"/>
      </w:pPr>
      <w:r>
        <w:t>"        (F2),"</w:t>
      </w:r>
    </w:p>
    <w:p w:rsidR="00B33194" w:rsidRDefault="00B33194" w:rsidP="00B33194">
      <w:pPr>
        <w:jc w:val="left"/>
      </w:pPr>
      <w:r>
        <w:t>"OU  (F3)?"</w:t>
      </w:r>
    </w:p>
    <w:p w:rsidR="00B33194" w:rsidRDefault="00B33194" w:rsidP="00B33194">
      <w:pPr>
        <w:jc w:val="left"/>
      </w:pPr>
      <w:r>
        <w:t>Do:GetKey</w:t>
      </w:r>
      <w:r>
        <w:sym w:font="Wingdings" w:char="F0E0"/>
      </w:r>
      <w:r>
        <w:t>G</w:t>
      </w:r>
    </w:p>
    <w:p w:rsidR="00B33194" w:rsidRDefault="00B33194" w:rsidP="00B33194">
      <w:pPr>
        <w:spacing w:line="300" w:lineRule="exact"/>
        <w:jc w:val="left"/>
      </w:pPr>
      <w:r>
        <w:t>LpWhile G</w:t>
      </w:r>
      <w:r>
        <w:rPr>
          <w:rFonts w:ascii="Symath_IV50" w:hAnsi="Symath_IV50" w:cs="Symath_IV50"/>
        </w:rPr>
        <w:t>K</w:t>
      </w:r>
      <w:r>
        <w:t>79 And G</w:t>
      </w:r>
      <w:r>
        <w:rPr>
          <w:rFonts w:ascii="Symath_IV50" w:hAnsi="Symath_IV50" w:cs="Symath_IV50"/>
        </w:rPr>
        <w:t>K</w:t>
      </w:r>
      <w:r>
        <w:t>69 And G</w:t>
      </w:r>
      <w:r>
        <w:rPr>
          <w:rFonts w:ascii="Symath_IV50" w:hAnsi="Symath_IV50" w:cs="Symath_IV50"/>
        </w:rPr>
        <w:t>K</w:t>
      </w:r>
      <w:r>
        <w:t>59</w:t>
      </w:r>
    </w:p>
    <w:p w:rsidR="00B33194" w:rsidRDefault="00B33194" w:rsidP="00B33194">
      <w:pPr>
        <w:jc w:val="left"/>
      </w:pPr>
      <w:r>
        <w:t>If G=79</w:t>
      </w:r>
    </w:p>
    <w:p w:rsidR="00B33194" w:rsidRDefault="00B33194" w:rsidP="00B33194">
      <w:pPr>
        <w:jc w:val="left"/>
      </w:pPr>
      <w:r>
        <w:t>Then "TOUCHE 1"</w:t>
      </w:r>
    </w:p>
    <w:p w:rsidR="00B33194" w:rsidRDefault="00B33194" w:rsidP="00B33194">
      <w:pPr>
        <w:jc w:val="left"/>
      </w:pPr>
      <w:r>
        <w:t>Locate 1</w:t>
      </w:r>
      <w:proofErr w:type="gramStart"/>
      <w:r>
        <w:t>,2,G</w:t>
      </w:r>
      <w:proofErr w:type="gramEnd"/>
    </w:p>
    <w:p w:rsidR="00B33194" w:rsidRDefault="00B33194" w:rsidP="00B33194">
      <w:pPr>
        <w:jc w:val="left"/>
      </w:pPr>
      <w:r>
        <w:t>Locate 1,3,"CHOISIE"</w:t>
      </w:r>
    </w:p>
    <w:p w:rsidR="00B33194" w:rsidRDefault="00B33194" w:rsidP="00B33194">
      <w:pPr>
        <w:jc w:val="left"/>
      </w:pPr>
      <w:r>
        <w:t>Else If G=69</w:t>
      </w:r>
    </w:p>
    <w:p w:rsidR="00B33194" w:rsidRDefault="00B33194" w:rsidP="00B33194">
      <w:pPr>
        <w:jc w:val="left"/>
      </w:pPr>
      <w:r>
        <w:t>Then "TOUCHE 2"</w:t>
      </w:r>
    </w:p>
    <w:p w:rsidR="00B33194" w:rsidRDefault="00B33194" w:rsidP="00B33194">
      <w:pPr>
        <w:jc w:val="left"/>
      </w:pPr>
      <w:r>
        <w:t>Locate 1</w:t>
      </w:r>
      <w:proofErr w:type="gramStart"/>
      <w:r>
        <w:t>,2,G</w:t>
      </w:r>
      <w:proofErr w:type="gramEnd"/>
    </w:p>
    <w:p w:rsidR="00B33194" w:rsidRDefault="00B33194" w:rsidP="00B33194">
      <w:pPr>
        <w:jc w:val="left"/>
      </w:pPr>
      <w:r>
        <w:t>Locate 1,3,"CHOISIE"</w:t>
      </w:r>
    </w:p>
    <w:p w:rsidR="00B33194" w:rsidRDefault="00B33194" w:rsidP="00B33194">
      <w:pPr>
        <w:jc w:val="left"/>
      </w:pPr>
      <w:r>
        <w:t>Else Then "TOUCHE 3"</w:t>
      </w:r>
    </w:p>
    <w:p w:rsidR="00B33194" w:rsidRDefault="00B33194" w:rsidP="00B33194">
      <w:pPr>
        <w:jc w:val="left"/>
      </w:pPr>
      <w:r>
        <w:t>Locate 1</w:t>
      </w:r>
      <w:proofErr w:type="gramStart"/>
      <w:r>
        <w:t>,2,G</w:t>
      </w:r>
      <w:proofErr w:type="gramEnd"/>
    </w:p>
    <w:p w:rsidR="00B33194" w:rsidRDefault="00B33194" w:rsidP="00B33194">
      <w:pPr>
        <w:jc w:val="left"/>
      </w:pPr>
      <w:r>
        <w:t>Locate 1,3,"CHOISIE"</w:t>
      </w:r>
    </w:p>
    <w:p w:rsidR="00B33194" w:rsidRDefault="00B33194" w:rsidP="00B33194">
      <w:pPr>
        <w:jc w:val="left"/>
      </w:pPr>
      <w:r>
        <w:t>IfEnd</w:t>
      </w:r>
    </w:p>
    <w:p w:rsidR="00B33194" w:rsidRDefault="00B33194" w:rsidP="00B33194">
      <w:pPr>
        <w:jc w:val="left"/>
      </w:pPr>
      <w:r>
        <w:t>IfEnd</w:t>
      </w:r>
    </w:p>
    <w:p w:rsidR="00B33194" w:rsidRDefault="00B33194" w:rsidP="00B33194">
      <w:pPr>
        <w:spacing w:line="300" w:lineRule="exact"/>
        <w:jc w:val="left"/>
      </w:pPr>
      <w:r>
        <w:t>Break</w:t>
      </w:r>
    </w:p>
    <w:p w:rsidR="00B33194" w:rsidRDefault="00B33194" w:rsidP="00B33194">
      <w:pPr>
        <w:jc w:val="left"/>
      </w:pPr>
      <w:r>
        <w:t>WhileEnd</w:t>
      </w:r>
    </w:p>
    <w:p w:rsidR="00B33194" w:rsidRDefault="00B33194" w:rsidP="00B33194">
      <w:pPr>
        <w:spacing w:line="300" w:lineRule="exact"/>
        <w:jc w:val="left"/>
      </w:pPr>
    </w:p>
    <w:p w:rsidR="00B33194" w:rsidRPr="0047439F" w:rsidRDefault="00B33194" w:rsidP="00B33194">
      <w:pPr>
        <w:jc w:val="left"/>
      </w:pPr>
    </w:p>
    <w:sectPr w:rsidR="00B33194" w:rsidRPr="0047439F" w:rsidSect="00C1522B">
      <w:pgSz w:w="11907" w:h="16839" w:code="9"/>
      <w:pgMar w:top="284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Rockwell">
    <w:altName w:val="Nyala"/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ath_IV50">
    <w:panose1 w:val="00000400000000000000"/>
    <w:charset w:val="00"/>
    <w:family w:val="auto"/>
    <w:pitch w:val="variable"/>
    <w:sig w:usb0="20002A87" w:usb1="00000000" w:usb2="00000000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2679AA"/>
    <w:multiLevelType w:val="hybridMultilevel"/>
    <w:tmpl w:val="4BCE7A5C"/>
    <w:lvl w:ilvl="0" w:tplc="141844D0">
      <w:start w:val="1"/>
      <w:numFmt w:val="upperLetter"/>
      <w:lvlText w:val="%1)"/>
      <w:lvlJc w:val="left"/>
      <w:pPr>
        <w:ind w:left="71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3B0252"/>
    <w:multiLevelType w:val="multilevel"/>
    <w:tmpl w:val="040C001D"/>
    <w:styleLink w:val="Style1"/>
    <w:lvl w:ilvl="0">
      <w:start w:val="1"/>
      <w:numFmt w:val="upperLetter"/>
      <w:lvlText w:val="%1)"/>
      <w:lvlJc w:val="left"/>
      <w:pPr>
        <w:ind w:left="360" w:hanging="360"/>
      </w:pPr>
      <w:rPr>
        <w:rFonts w:ascii="Calibri" w:hAnsi="Calibri"/>
        <w:b/>
        <w:color w:val="FF0000"/>
        <w:sz w:val="28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Calibri" w:hAnsi="Calibri"/>
        <w:b/>
        <w:color w:val="00B050"/>
        <w:sz w:val="24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ascii="Calibri" w:hAnsi="Calibri"/>
        <w:color w:val="000000" w:themeColor="text1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5C450F61"/>
    <w:multiLevelType w:val="hybridMultilevel"/>
    <w:tmpl w:val="A652418C"/>
    <w:lvl w:ilvl="0" w:tplc="1D18AA22">
      <w:start w:val="1"/>
      <w:numFmt w:val="decimal"/>
      <w:pStyle w:val="Titre3"/>
      <w:lvlText w:val="%1)"/>
      <w:lvlJc w:val="left"/>
      <w:pPr>
        <w:ind w:left="1287" w:hanging="360"/>
      </w:pPr>
    </w:lvl>
    <w:lvl w:ilvl="1" w:tplc="040C0019" w:tentative="1">
      <w:start w:val="1"/>
      <w:numFmt w:val="lowerLetter"/>
      <w:lvlText w:val="%2."/>
      <w:lvlJc w:val="left"/>
      <w:pPr>
        <w:ind w:left="2007" w:hanging="360"/>
      </w:pPr>
    </w:lvl>
    <w:lvl w:ilvl="2" w:tplc="040C001B" w:tentative="1">
      <w:start w:val="1"/>
      <w:numFmt w:val="lowerRoman"/>
      <w:lvlText w:val="%3."/>
      <w:lvlJc w:val="right"/>
      <w:pPr>
        <w:ind w:left="2727" w:hanging="180"/>
      </w:pPr>
    </w:lvl>
    <w:lvl w:ilvl="3" w:tplc="040C000F" w:tentative="1">
      <w:start w:val="1"/>
      <w:numFmt w:val="decimal"/>
      <w:lvlText w:val="%4."/>
      <w:lvlJc w:val="left"/>
      <w:pPr>
        <w:ind w:left="3447" w:hanging="360"/>
      </w:pPr>
    </w:lvl>
    <w:lvl w:ilvl="4" w:tplc="040C0019" w:tentative="1">
      <w:start w:val="1"/>
      <w:numFmt w:val="lowerLetter"/>
      <w:lvlText w:val="%5."/>
      <w:lvlJc w:val="left"/>
      <w:pPr>
        <w:ind w:left="4167" w:hanging="360"/>
      </w:pPr>
    </w:lvl>
    <w:lvl w:ilvl="5" w:tplc="040C001B" w:tentative="1">
      <w:start w:val="1"/>
      <w:numFmt w:val="lowerRoman"/>
      <w:lvlText w:val="%6."/>
      <w:lvlJc w:val="right"/>
      <w:pPr>
        <w:ind w:left="4887" w:hanging="180"/>
      </w:pPr>
    </w:lvl>
    <w:lvl w:ilvl="6" w:tplc="040C000F" w:tentative="1">
      <w:start w:val="1"/>
      <w:numFmt w:val="decimal"/>
      <w:lvlText w:val="%7."/>
      <w:lvlJc w:val="left"/>
      <w:pPr>
        <w:ind w:left="5607" w:hanging="360"/>
      </w:pPr>
    </w:lvl>
    <w:lvl w:ilvl="7" w:tplc="040C0019" w:tentative="1">
      <w:start w:val="1"/>
      <w:numFmt w:val="lowerLetter"/>
      <w:lvlText w:val="%8."/>
      <w:lvlJc w:val="left"/>
      <w:pPr>
        <w:ind w:left="6327" w:hanging="360"/>
      </w:pPr>
    </w:lvl>
    <w:lvl w:ilvl="8" w:tplc="040C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655D6F60"/>
    <w:multiLevelType w:val="hybridMultilevel"/>
    <w:tmpl w:val="1E16AE50"/>
    <w:lvl w:ilvl="0" w:tplc="3628091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007" w:hanging="360"/>
      </w:pPr>
    </w:lvl>
    <w:lvl w:ilvl="2" w:tplc="040C001B" w:tentative="1">
      <w:start w:val="1"/>
      <w:numFmt w:val="lowerRoman"/>
      <w:lvlText w:val="%3."/>
      <w:lvlJc w:val="right"/>
      <w:pPr>
        <w:ind w:left="2727" w:hanging="180"/>
      </w:pPr>
    </w:lvl>
    <w:lvl w:ilvl="3" w:tplc="040C000F" w:tentative="1">
      <w:start w:val="1"/>
      <w:numFmt w:val="decimal"/>
      <w:lvlText w:val="%4."/>
      <w:lvlJc w:val="left"/>
      <w:pPr>
        <w:ind w:left="3447" w:hanging="360"/>
      </w:pPr>
    </w:lvl>
    <w:lvl w:ilvl="4" w:tplc="040C0019" w:tentative="1">
      <w:start w:val="1"/>
      <w:numFmt w:val="lowerLetter"/>
      <w:lvlText w:val="%5."/>
      <w:lvlJc w:val="left"/>
      <w:pPr>
        <w:ind w:left="4167" w:hanging="360"/>
      </w:pPr>
    </w:lvl>
    <w:lvl w:ilvl="5" w:tplc="040C001B" w:tentative="1">
      <w:start w:val="1"/>
      <w:numFmt w:val="lowerRoman"/>
      <w:lvlText w:val="%6."/>
      <w:lvlJc w:val="right"/>
      <w:pPr>
        <w:ind w:left="4887" w:hanging="180"/>
      </w:pPr>
    </w:lvl>
    <w:lvl w:ilvl="6" w:tplc="040C000F" w:tentative="1">
      <w:start w:val="1"/>
      <w:numFmt w:val="decimal"/>
      <w:lvlText w:val="%7."/>
      <w:lvlJc w:val="left"/>
      <w:pPr>
        <w:ind w:left="5607" w:hanging="360"/>
      </w:pPr>
    </w:lvl>
    <w:lvl w:ilvl="7" w:tplc="040C0019" w:tentative="1">
      <w:start w:val="1"/>
      <w:numFmt w:val="lowerLetter"/>
      <w:lvlText w:val="%8."/>
      <w:lvlJc w:val="left"/>
      <w:pPr>
        <w:ind w:left="6327" w:hanging="360"/>
      </w:pPr>
    </w:lvl>
    <w:lvl w:ilvl="8" w:tplc="040C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3"/>
  </w:num>
  <w:num w:numId="5">
    <w:abstractNumId w:val="3"/>
  </w:num>
  <w:num w:numId="6">
    <w:abstractNumId w:val="0"/>
  </w:num>
  <w:num w:numId="7">
    <w:abstractNumId w:val="3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96"/>
  <w:proofState w:spelling="clean" w:grammar="clean"/>
  <w:attachedTemplate r:id="rId1"/>
  <w:defaultTabStop w:val="708"/>
  <w:hyphenationZone w:val="425"/>
  <w:drawingGridHorizontalSpacing w:val="120"/>
  <w:displayHorizontalDrawingGridEvery w:val="2"/>
  <w:characterSpacingControl w:val="doNotCompress"/>
  <w:compat/>
  <w:rsids>
    <w:rsidRoot w:val="00C1522B"/>
    <w:rsid w:val="00067D1B"/>
    <w:rsid w:val="00101281"/>
    <w:rsid w:val="001037FF"/>
    <w:rsid w:val="001409D0"/>
    <w:rsid w:val="00171D01"/>
    <w:rsid w:val="001765F0"/>
    <w:rsid w:val="001C0EEE"/>
    <w:rsid w:val="00295795"/>
    <w:rsid w:val="002A544C"/>
    <w:rsid w:val="002F00E3"/>
    <w:rsid w:val="00341688"/>
    <w:rsid w:val="003D0878"/>
    <w:rsid w:val="00405696"/>
    <w:rsid w:val="0041186E"/>
    <w:rsid w:val="00461346"/>
    <w:rsid w:val="0047439F"/>
    <w:rsid w:val="004E75EE"/>
    <w:rsid w:val="00540E13"/>
    <w:rsid w:val="005961A3"/>
    <w:rsid w:val="005A4CE0"/>
    <w:rsid w:val="006174B4"/>
    <w:rsid w:val="00621DFF"/>
    <w:rsid w:val="00622997"/>
    <w:rsid w:val="00690F80"/>
    <w:rsid w:val="007B36B3"/>
    <w:rsid w:val="007B5BB1"/>
    <w:rsid w:val="007E4E0F"/>
    <w:rsid w:val="007F3C91"/>
    <w:rsid w:val="008375FE"/>
    <w:rsid w:val="008506C9"/>
    <w:rsid w:val="0085619C"/>
    <w:rsid w:val="008E65A0"/>
    <w:rsid w:val="009C5C51"/>
    <w:rsid w:val="00B02C7C"/>
    <w:rsid w:val="00B06FBF"/>
    <w:rsid w:val="00B33194"/>
    <w:rsid w:val="00BC6331"/>
    <w:rsid w:val="00BE5016"/>
    <w:rsid w:val="00BE5E7C"/>
    <w:rsid w:val="00C06A30"/>
    <w:rsid w:val="00C1522B"/>
    <w:rsid w:val="00C72CF5"/>
    <w:rsid w:val="00C76C29"/>
    <w:rsid w:val="00C7794C"/>
    <w:rsid w:val="00CB00F9"/>
    <w:rsid w:val="00CD119F"/>
    <w:rsid w:val="00D20ADE"/>
    <w:rsid w:val="00D53FD5"/>
    <w:rsid w:val="00D9066E"/>
    <w:rsid w:val="00D90E5B"/>
    <w:rsid w:val="00DA1E71"/>
    <w:rsid w:val="00E16FDE"/>
    <w:rsid w:val="00E37C78"/>
    <w:rsid w:val="00E91B78"/>
    <w:rsid w:val="00EB20F3"/>
    <w:rsid w:val="00F01702"/>
    <w:rsid w:val="00F27AFE"/>
    <w:rsid w:val="00F363D0"/>
    <w:rsid w:val="00F51EFF"/>
    <w:rsid w:val="00FA2C82"/>
    <w:rsid w:val="00FF09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 style="v-text-anchor:middle" fill="f" fillcolor="white">
      <v:fill color="white" on="f"/>
      <v:stroke weight=".25pt"/>
      <v:textbox inset="0,0,0,0"/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color w:val="000000" w:themeColor="text1"/>
        <w:sz w:val="24"/>
        <w:szCs w:val="24"/>
        <w:lang w:val="fr-FR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4CE0"/>
    <w:rPr>
      <w:rFonts w:eastAsiaTheme="minorEastAsia"/>
      <w:lang w:bidi="en-US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9C5C51"/>
    <w:pPr>
      <w:keepLines/>
      <w:framePr w:wrap="notBeside" w:vAnchor="text" w:hAnchor="text" w:y="1"/>
      <w:pBdr>
        <w:bottom w:val="single" w:sz="12" w:space="1" w:color="C0504D" w:themeColor="accent2"/>
      </w:pBdr>
      <w:spacing w:before="300" w:after="40"/>
      <w:contextualSpacing/>
      <w:jc w:val="left"/>
      <w:outlineLvl w:val="0"/>
    </w:pPr>
    <w:rPr>
      <w:rFonts w:ascii="Rockwell" w:hAnsi="Rockwell"/>
      <w:b/>
      <w:spacing w:val="5"/>
      <w:sz w:val="32"/>
      <w:szCs w:val="23"/>
    </w:rPr>
  </w:style>
  <w:style w:type="paragraph" w:styleId="Titre2">
    <w:name w:val="heading 2"/>
    <w:basedOn w:val="Sous-titre"/>
    <w:next w:val="Titre3"/>
    <w:link w:val="Titre2Car"/>
    <w:autoRedefine/>
    <w:uiPriority w:val="9"/>
    <w:unhideWhenUsed/>
    <w:qFormat/>
    <w:rsid w:val="00BC6331"/>
    <w:pPr>
      <w:numPr>
        <w:ilvl w:val="0"/>
      </w:numPr>
      <w:spacing w:before="240" w:after="80"/>
      <w:ind w:firstLine="567"/>
      <w:jc w:val="left"/>
      <w:outlineLvl w:val="1"/>
    </w:pPr>
    <w:rPr>
      <w:rFonts w:ascii="Rockwell" w:hAnsi="Rockwell"/>
      <w:iCs w:val="0"/>
      <w:smallCaps/>
      <w:color w:val="77943C"/>
      <w:spacing w:val="5"/>
      <w:sz w:val="28"/>
      <w:szCs w:val="28"/>
      <w:u w:val="single"/>
      <w:lang w:bidi="ar-SA"/>
    </w:rPr>
  </w:style>
  <w:style w:type="paragraph" w:styleId="Titre3">
    <w:name w:val="heading 3"/>
    <w:basedOn w:val="Titre"/>
    <w:next w:val="Normal"/>
    <w:link w:val="Titre3Car"/>
    <w:autoRedefine/>
    <w:uiPriority w:val="9"/>
    <w:unhideWhenUsed/>
    <w:qFormat/>
    <w:rsid w:val="00BC6331"/>
    <w:pPr>
      <w:numPr>
        <w:numId w:val="8"/>
      </w:numPr>
      <w:pBdr>
        <w:bottom w:val="none" w:sz="0" w:space="0" w:color="auto"/>
      </w:pBdr>
      <w:spacing w:before="200" w:after="40"/>
      <w:jc w:val="left"/>
      <w:outlineLvl w:val="2"/>
    </w:pPr>
    <w:rPr>
      <w:rFonts w:ascii="Rockwell" w:eastAsiaTheme="minorHAnsi" w:hAnsi="Rockwell" w:cs="Arial"/>
      <w:i/>
      <w:smallCaps/>
      <w:color w:val="D48A88"/>
      <w:kern w:val="0"/>
      <w:sz w:val="24"/>
      <w:szCs w:val="24"/>
      <w:u w:val="single"/>
      <w:lang w:bidi="ar-S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numbering" w:customStyle="1" w:styleId="Style1">
    <w:name w:val="Style1"/>
    <w:uiPriority w:val="99"/>
    <w:rsid w:val="00F363D0"/>
    <w:pPr>
      <w:numPr>
        <w:numId w:val="1"/>
      </w:numPr>
    </w:pPr>
  </w:style>
  <w:style w:type="character" w:customStyle="1" w:styleId="Titre1Car">
    <w:name w:val="Titre 1 Car"/>
    <w:basedOn w:val="Policepardfaut"/>
    <w:link w:val="Titre1"/>
    <w:uiPriority w:val="9"/>
    <w:rsid w:val="009C5C51"/>
    <w:rPr>
      <w:rFonts w:ascii="Rockwell" w:hAnsi="Rockwell"/>
      <w:b/>
      <w:color w:val="000000" w:themeColor="text1"/>
      <w:spacing w:val="5"/>
      <w:sz w:val="32"/>
      <w:szCs w:val="23"/>
      <w:lang w:val="fr-FR"/>
    </w:rPr>
  </w:style>
  <w:style w:type="paragraph" w:styleId="Titre">
    <w:name w:val="Title"/>
    <w:basedOn w:val="Normal"/>
    <w:next w:val="Normal"/>
    <w:link w:val="TitreCar"/>
    <w:uiPriority w:val="10"/>
    <w:qFormat/>
    <w:rsid w:val="009C5C5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9C5C5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2Car">
    <w:name w:val="Titre 2 Car"/>
    <w:basedOn w:val="Policepardfaut"/>
    <w:link w:val="Titre2"/>
    <w:uiPriority w:val="9"/>
    <w:rsid w:val="00BC6331"/>
    <w:rPr>
      <w:rFonts w:ascii="Rockwell" w:eastAsiaTheme="majorEastAsia" w:hAnsi="Rockwell" w:cstheme="majorBidi"/>
      <w:i/>
      <w:smallCaps/>
      <w:color w:val="77943C"/>
      <w:spacing w:val="5"/>
      <w:sz w:val="28"/>
      <w:szCs w:val="28"/>
      <w:u w:val="single"/>
      <w:lang w:val="fr-FR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9C5C51"/>
    <w:pPr>
      <w:numPr>
        <w:ilvl w:val="1"/>
      </w:numPr>
      <w:ind w:firstLine="567"/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ous-titreCar">
    <w:name w:val="Sous-titre Car"/>
    <w:basedOn w:val="Policepardfaut"/>
    <w:link w:val="Sous-titre"/>
    <w:uiPriority w:val="11"/>
    <w:rsid w:val="009C5C51"/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Titre3Car">
    <w:name w:val="Titre 3 Car"/>
    <w:basedOn w:val="Policepardfaut"/>
    <w:link w:val="Titre3"/>
    <w:uiPriority w:val="9"/>
    <w:rsid w:val="00BC6331"/>
    <w:rPr>
      <w:rFonts w:ascii="Rockwell" w:hAnsi="Rockwell"/>
      <w:i/>
      <w:smallCaps/>
      <w:color w:val="D48A88"/>
      <w:spacing w:val="5"/>
      <w:sz w:val="24"/>
      <w:szCs w:val="24"/>
      <w:u w:val="single"/>
      <w:lang w:val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A4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A4.dotx</Template>
  <TotalTime>47</TotalTime>
  <Pages>2</Pages>
  <Words>241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</dc:creator>
  <cp:lastModifiedBy>T</cp:lastModifiedBy>
  <cp:revision>5</cp:revision>
  <dcterms:created xsi:type="dcterms:W3CDTF">2017-12-08T11:47:00Z</dcterms:created>
  <dcterms:modified xsi:type="dcterms:W3CDTF">2017-12-08T17:49:00Z</dcterms:modified>
</cp:coreProperties>
</file>